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01" w:rsidRDefault="00A85401" w:rsidP="009D348B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:rsidR="00A85401" w:rsidRPr="008A4237" w:rsidRDefault="00A85401" w:rsidP="009D348B">
      <w:pPr>
        <w:autoSpaceDE w:val="0"/>
        <w:spacing w:after="0" w:line="240" w:lineRule="auto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Załącznik nr 2 - </w:t>
      </w:r>
      <w:r w:rsidRPr="008A4237">
        <w:rPr>
          <w:rFonts w:ascii="Cambria" w:hAnsi="Cambria" w:cs="Tahoma"/>
        </w:rPr>
        <w:t>Wzór oświadczenia składanego przez wykonawców wspólnie ubiegających się o udzielenie zamówienia na podstawie art. 117 ust.4.</w:t>
      </w:r>
    </w:p>
    <w:p w:rsidR="00A85401" w:rsidRDefault="00A85401" w:rsidP="001A44C8">
      <w:pPr>
        <w:rPr>
          <w:rFonts w:ascii="Cambria" w:hAnsi="Cambria"/>
          <w:b/>
          <w:bCs/>
        </w:rPr>
      </w:pPr>
    </w:p>
    <w:p w:rsidR="00A85401" w:rsidRDefault="00A85401" w:rsidP="001A44C8">
      <w:pPr>
        <w:rPr>
          <w:rFonts w:ascii="Cambria" w:hAnsi="Cambria"/>
          <w:b/>
          <w:bCs/>
          <w:u w:val="single"/>
        </w:rPr>
      </w:pPr>
      <w:r w:rsidRPr="001127A8">
        <w:rPr>
          <w:rFonts w:ascii="Cambria" w:hAnsi="Cambria"/>
          <w:b/>
          <w:bCs/>
        </w:rPr>
        <w:t>ZP.271.</w:t>
      </w:r>
      <w:r>
        <w:rPr>
          <w:rFonts w:ascii="Cambria" w:hAnsi="Cambria"/>
          <w:b/>
          <w:bCs/>
        </w:rPr>
        <w:t>22</w:t>
      </w:r>
      <w:r w:rsidRPr="001127A8">
        <w:rPr>
          <w:rFonts w:ascii="Cambria" w:hAnsi="Cambria"/>
          <w:b/>
          <w:bCs/>
        </w:rPr>
        <w:t>.202</w:t>
      </w:r>
      <w:r>
        <w:rPr>
          <w:rFonts w:ascii="Cambria" w:hAnsi="Cambria"/>
          <w:b/>
          <w:bCs/>
        </w:rPr>
        <w:t>5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98"/>
        <w:gridCol w:w="4791"/>
      </w:tblGrid>
      <w:tr w:rsidR="00A85401" w:rsidRPr="0014195D" w:rsidTr="00583FC8">
        <w:trPr>
          <w:trHeight w:val="1353"/>
        </w:trPr>
        <w:tc>
          <w:tcPr>
            <w:tcW w:w="5098" w:type="dxa"/>
          </w:tcPr>
          <w:p w:rsidR="00A85401" w:rsidRPr="0014195D" w:rsidRDefault="00A85401" w:rsidP="00583FC8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240" w:lineRule="auto"/>
              <w:ind w:left="567"/>
              <w:rPr>
                <w:rFonts w:cs="Calibri"/>
                <w:b/>
                <w:bCs/>
              </w:rPr>
            </w:pPr>
            <w:r w:rsidRPr="0014195D">
              <w:rPr>
                <w:rFonts w:cs="Calibri"/>
                <w:b/>
                <w:bCs/>
              </w:rPr>
              <w:t xml:space="preserve">Wykonawca: </w:t>
            </w:r>
          </w:p>
          <w:p w:rsidR="00A85401" w:rsidRPr="0014195D" w:rsidRDefault="00A85401" w:rsidP="00583FC8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240" w:lineRule="auto"/>
              <w:ind w:left="567"/>
              <w:jc w:val="center"/>
              <w:rPr>
                <w:rFonts w:cs="Calibri"/>
                <w:b/>
                <w:bCs/>
              </w:rPr>
            </w:pPr>
          </w:p>
          <w:p w:rsidR="00A85401" w:rsidRPr="0014195D" w:rsidRDefault="00A85401" w:rsidP="00583FC8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240" w:lineRule="auto"/>
              <w:ind w:left="567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4791" w:type="dxa"/>
          </w:tcPr>
          <w:p w:rsidR="00A85401" w:rsidRPr="0014195D" w:rsidRDefault="00A85401" w:rsidP="00583FC8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240" w:lineRule="auto"/>
              <w:ind w:left="567"/>
              <w:rPr>
                <w:rFonts w:cs="Calibri"/>
                <w:b/>
                <w:bCs/>
              </w:rPr>
            </w:pPr>
            <w:r w:rsidRPr="0014195D">
              <w:rPr>
                <w:rFonts w:cs="Calibri"/>
                <w:b/>
                <w:bCs/>
              </w:rPr>
              <w:t>Zamawiający:</w:t>
            </w:r>
          </w:p>
          <w:p w:rsidR="00A85401" w:rsidRPr="0014195D" w:rsidRDefault="00A85401" w:rsidP="00583FC8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240" w:lineRule="auto"/>
              <w:ind w:left="567"/>
              <w:rPr>
                <w:rFonts w:cs="Calibri"/>
                <w:b/>
                <w:bCs/>
              </w:rPr>
            </w:pPr>
            <w:r w:rsidRPr="0014195D">
              <w:rPr>
                <w:rFonts w:cs="Calibri"/>
                <w:b/>
                <w:bCs/>
              </w:rPr>
              <w:t xml:space="preserve">Gmina </w:t>
            </w:r>
            <w:r>
              <w:rPr>
                <w:rFonts w:cs="Calibri"/>
                <w:b/>
                <w:bCs/>
              </w:rPr>
              <w:t>Paczków</w:t>
            </w:r>
          </w:p>
          <w:p w:rsidR="00A85401" w:rsidRPr="0014195D" w:rsidRDefault="00A85401" w:rsidP="00583FC8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240" w:lineRule="auto"/>
              <w:ind w:left="567"/>
              <w:rPr>
                <w:rFonts w:cs="Calibri"/>
                <w:b/>
                <w:bCs/>
              </w:rPr>
            </w:pPr>
            <w:r w:rsidRPr="0014195D">
              <w:rPr>
                <w:rFonts w:cs="Calibri"/>
                <w:b/>
                <w:bCs/>
              </w:rPr>
              <w:t xml:space="preserve">ul. Rynek </w:t>
            </w:r>
            <w:r>
              <w:rPr>
                <w:rFonts w:cs="Calibri"/>
                <w:b/>
                <w:bCs/>
              </w:rPr>
              <w:t>1</w:t>
            </w:r>
            <w:r w:rsidRPr="0014195D">
              <w:rPr>
                <w:rFonts w:cs="Calibri"/>
                <w:b/>
                <w:bCs/>
              </w:rPr>
              <w:t xml:space="preserve">, </w:t>
            </w:r>
            <w:r>
              <w:rPr>
                <w:rFonts w:cs="Calibri"/>
                <w:b/>
                <w:bCs/>
              </w:rPr>
              <w:t>48</w:t>
            </w:r>
            <w:r w:rsidRPr="0014195D">
              <w:rPr>
                <w:rFonts w:cs="Calibri"/>
                <w:b/>
                <w:bCs/>
              </w:rPr>
              <w:t>-</w:t>
            </w:r>
            <w:r>
              <w:rPr>
                <w:rFonts w:cs="Calibri"/>
                <w:b/>
                <w:bCs/>
              </w:rPr>
              <w:t>370</w:t>
            </w:r>
            <w:r w:rsidRPr="0014195D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Paczków</w:t>
            </w:r>
          </w:p>
        </w:tc>
      </w:tr>
    </w:tbl>
    <w:p w:rsidR="00A85401" w:rsidRDefault="00A85401" w:rsidP="008D47B1">
      <w:pPr>
        <w:jc w:val="center"/>
        <w:rPr>
          <w:rFonts w:ascii="Cambria" w:hAnsi="Cambria"/>
          <w:b/>
          <w:bCs/>
          <w:u w:val="single"/>
        </w:rPr>
      </w:pPr>
    </w:p>
    <w:p w:rsidR="00A85401" w:rsidRPr="008D47B1" w:rsidRDefault="00A85401" w:rsidP="008D47B1">
      <w:pPr>
        <w:jc w:val="center"/>
        <w:rPr>
          <w:rFonts w:ascii="Cambria" w:hAnsi="Cambria"/>
          <w:b/>
          <w:bCs/>
          <w:u w:val="single"/>
        </w:rPr>
      </w:pPr>
      <w:r w:rsidRPr="008D47B1">
        <w:rPr>
          <w:rFonts w:ascii="Cambria" w:hAnsi="Cambria"/>
          <w:b/>
          <w:bCs/>
          <w:u w:val="single"/>
        </w:rPr>
        <w:t>Oświadczenie wykonawców wspólnie ubiegających się o udzielenie zamówienia</w:t>
      </w:r>
    </w:p>
    <w:p w:rsidR="00A85401" w:rsidRDefault="00A85401" w:rsidP="008D47B1">
      <w:pPr>
        <w:jc w:val="center"/>
        <w:rPr>
          <w:rFonts w:ascii="Cambria" w:hAnsi="Cambria"/>
        </w:rPr>
      </w:pPr>
      <w:r w:rsidRPr="008D47B1">
        <w:rPr>
          <w:rFonts w:ascii="Cambria" w:hAnsi="Cambria"/>
        </w:rPr>
        <w:t>składane na podstawie art. 117 ust. 4 ustawy z dnia 11 września 2019 r.</w:t>
      </w:r>
    </w:p>
    <w:p w:rsidR="00A85401" w:rsidRPr="008D47B1" w:rsidRDefault="00A85401" w:rsidP="008D47B1">
      <w:pPr>
        <w:jc w:val="center"/>
        <w:rPr>
          <w:rFonts w:ascii="Cambria" w:hAnsi="Cambria"/>
        </w:rPr>
      </w:pPr>
      <w:r w:rsidRPr="008D47B1">
        <w:rPr>
          <w:rFonts w:ascii="Cambria" w:hAnsi="Cambria"/>
        </w:rPr>
        <w:t>Prawo zamówień publicznych</w:t>
      </w:r>
    </w:p>
    <w:p w:rsidR="00A85401" w:rsidRPr="008D47B1" w:rsidRDefault="00A85401" w:rsidP="008D47B1">
      <w:pPr>
        <w:jc w:val="both"/>
        <w:rPr>
          <w:rFonts w:ascii="Cambria" w:hAnsi="Cambria"/>
        </w:rPr>
      </w:pPr>
    </w:p>
    <w:p w:rsidR="00A85401" w:rsidRDefault="00A85401" w:rsidP="008D47B1">
      <w:pPr>
        <w:jc w:val="both"/>
        <w:rPr>
          <w:rFonts w:ascii="Cambria" w:hAnsi="Cambria"/>
        </w:rPr>
      </w:pPr>
      <w:r w:rsidRPr="008D47B1">
        <w:rPr>
          <w:rFonts w:ascii="Cambria" w:hAnsi="Cambria"/>
        </w:rPr>
        <w:t xml:space="preserve">Na potrzeby postępowania o udzielenie zamówienia publicznego prowadzonego przez Gminę </w:t>
      </w:r>
      <w:r>
        <w:rPr>
          <w:rFonts w:ascii="Cambria" w:hAnsi="Cambria"/>
        </w:rPr>
        <w:t>Paczków</w:t>
      </w:r>
      <w:r w:rsidRPr="008D47B1">
        <w:rPr>
          <w:rFonts w:ascii="Cambria" w:hAnsi="Cambria"/>
        </w:rPr>
        <w:t xml:space="preserve"> pn. </w:t>
      </w:r>
    </w:p>
    <w:p w:rsidR="00A85401" w:rsidRDefault="00A85401" w:rsidP="008D47B1">
      <w:pPr>
        <w:jc w:val="both"/>
        <w:rPr>
          <w:rFonts w:ascii="Cambria" w:hAnsi="Cambria"/>
        </w:rPr>
      </w:pPr>
      <w:r w:rsidRPr="00A61318">
        <w:rPr>
          <w:rFonts w:ascii="Cambria" w:hAnsi="Cambria"/>
          <w:b/>
          <w:bCs/>
          <w:sz w:val="28"/>
          <w:szCs w:val="28"/>
        </w:rPr>
        <w:t>Ochrona różnorodności biologicznej w  Parku w Ujeźdźcu</w:t>
      </w:r>
      <w:r w:rsidRPr="008D47B1">
        <w:rPr>
          <w:rFonts w:ascii="Cambria" w:hAnsi="Cambria"/>
        </w:rPr>
        <w:t xml:space="preserve"> oświadczamy, iż następujące roboty budowlane* wykonają poszczególni wykonawcy wspólnie ubiegający się o udzielenie zamówienia: </w:t>
      </w:r>
    </w:p>
    <w:p w:rsidR="00A85401" w:rsidRDefault="00A85401" w:rsidP="008D47B1">
      <w:pPr>
        <w:jc w:val="both"/>
        <w:rPr>
          <w:rFonts w:ascii="Cambria" w:hAnsi="Cambria"/>
        </w:rPr>
      </w:pPr>
    </w:p>
    <w:p w:rsidR="00A85401" w:rsidRDefault="00A85401" w:rsidP="008D47B1">
      <w:pPr>
        <w:jc w:val="both"/>
        <w:rPr>
          <w:rFonts w:ascii="Cambria" w:hAnsi="Cambria"/>
        </w:rPr>
      </w:pPr>
      <w:r w:rsidRPr="008D47B1">
        <w:rPr>
          <w:rFonts w:ascii="Cambria" w:hAnsi="Cambria"/>
        </w:rPr>
        <w:t xml:space="preserve">Wykonawca (nazwa): ................................. wykona: ............................... </w:t>
      </w:r>
    </w:p>
    <w:p w:rsidR="00A85401" w:rsidRDefault="00A85401" w:rsidP="008D47B1">
      <w:pPr>
        <w:jc w:val="both"/>
        <w:rPr>
          <w:rFonts w:ascii="Cambria" w:hAnsi="Cambria"/>
        </w:rPr>
      </w:pPr>
    </w:p>
    <w:p w:rsidR="00A85401" w:rsidRDefault="00A85401" w:rsidP="008D47B1">
      <w:pPr>
        <w:jc w:val="both"/>
        <w:rPr>
          <w:rFonts w:ascii="Cambria" w:hAnsi="Cambria"/>
        </w:rPr>
      </w:pPr>
      <w:r w:rsidRPr="008D47B1">
        <w:rPr>
          <w:rFonts w:ascii="Cambria" w:hAnsi="Cambria"/>
        </w:rPr>
        <w:t xml:space="preserve">Wykonawca (nazwa): ................................... wykona: .............................. </w:t>
      </w:r>
    </w:p>
    <w:p w:rsidR="00A85401" w:rsidRDefault="00A85401" w:rsidP="008D47B1">
      <w:pPr>
        <w:jc w:val="both"/>
        <w:rPr>
          <w:rFonts w:ascii="Cambria" w:hAnsi="Cambria"/>
        </w:rPr>
      </w:pPr>
    </w:p>
    <w:p w:rsidR="00A85401" w:rsidRDefault="00A85401" w:rsidP="008D47B1">
      <w:pPr>
        <w:jc w:val="both"/>
        <w:rPr>
          <w:rFonts w:ascii="Cambria" w:hAnsi="Cambria"/>
        </w:rPr>
      </w:pPr>
    </w:p>
    <w:p w:rsidR="00A85401" w:rsidRDefault="00A85401" w:rsidP="008D47B1">
      <w:pPr>
        <w:jc w:val="both"/>
        <w:rPr>
          <w:rFonts w:ascii="Cambria" w:hAnsi="Cambria"/>
        </w:rPr>
      </w:pPr>
    </w:p>
    <w:p w:rsidR="00A85401" w:rsidRDefault="00A85401" w:rsidP="008D47B1">
      <w:pPr>
        <w:jc w:val="both"/>
        <w:rPr>
          <w:rFonts w:ascii="Cambria" w:hAnsi="Cambria"/>
        </w:rPr>
      </w:pPr>
      <w:r w:rsidRPr="008D47B1">
        <w:rPr>
          <w:rFonts w:ascii="Cambria" w:hAnsi="Cambria"/>
        </w:rPr>
        <w:t>* niepotrzebne skreślić</w:t>
      </w:r>
    </w:p>
    <w:p w:rsidR="00A85401" w:rsidRPr="002A28AD" w:rsidRDefault="00A85401" w:rsidP="008D47B1">
      <w:pPr>
        <w:jc w:val="both"/>
        <w:rPr>
          <w:rFonts w:ascii="Cambria" w:hAnsi="Cambria"/>
          <w:i/>
          <w:iCs/>
          <w:color w:val="C00000"/>
        </w:rPr>
      </w:pPr>
      <w:r w:rsidRPr="002A28AD">
        <w:rPr>
          <w:rFonts w:ascii="Cambria" w:hAnsi="Cambria"/>
          <w:i/>
          <w:iCs/>
          <w:color w:val="C00000"/>
        </w:rPr>
        <w:t>.</w:t>
      </w:r>
    </w:p>
    <w:sectPr w:rsidR="00A85401" w:rsidRPr="002A28AD" w:rsidSect="00AA1D2A">
      <w:headerReference w:type="default" r:id="rId7"/>
      <w:pgSz w:w="11906" w:h="16838"/>
      <w:pgMar w:top="6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401" w:rsidRDefault="00A85401" w:rsidP="006A34D8">
      <w:pPr>
        <w:spacing w:after="0" w:line="240" w:lineRule="auto"/>
      </w:pPr>
      <w:r>
        <w:separator/>
      </w:r>
    </w:p>
  </w:endnote>
  <w:endnote w:type="continuationSeparator" w:id="0">
    <w:p w:rsidR="00A85401" w:rsidRDefault="00A85401" w:rsidP="006A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401" w:rsidRDefault="00A85401" w:rsidP="006A34D8">
      <w:pPr>
        <w:spacing w:after="0" w:line="240" w:lineRule="auto"/>
      </w:pPr>
      <w:r>
        <w:separator/>
      </w:r>
    </w:p>
  </w:footnote>
  <w:footnote w:type="continuationSeparator" w:id="0">
    <w:p w:rsidR="00A85401" w:rsidRDefault="00A85401" w:rsidP="006A3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401" w:rsidRPr="00C261A1" w:rsidRDefault="00A85401" w:rsidP="00005FFA">
    <w:pPr>
      <w:pStyle w:val="Header"/>
      <w:tabs>
        <w:tab w:val="clear" w:pos="4536"/>
        <w:tab w:val="clear" w:pos="9072"/>
      </w:tabs>
      <w:ind w:firstLine="12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51.8pt;height:46.2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7B1"/>
    <w:rsid w:val="00005FFA"/>
    <w:rsid w:val="00020A51"/>
    <w:rsid w:val="00072AF8"/>
    <w:rsid w:val="0010541A"/>
    <w:rsid w:val="001127A8"/>
    <w:rsid w:val="00117783"/>
    <w:rsid w:val="0014195D"/>
    <w:rsid w:val="001A44C8"/>
    <w:rsid w:val="001B7E48"/>
    <w:rsid w:val="001F36D2"/>
    <w:rsid w:val="00283A4E"/>
    <w:rsid w:val="002A28AD"/>
    <w:rsid w:val="002A7E58"/>
    <w:rsid w:val="00315816"/>
    <w:rsid w:val="003A014E"/>
    <w:rsid w:val="003E360B"/>
    <w:rsid w:val="00430C1D"/>
    <w:rsid w:val="004435D3"/>
    <w:rsid w:val="00473B9E"/>
    <w:rsid w:val="004A260C"/>
    <w:rsid w:val="004A3385"/>
    <w:rsid w:val="00583FC8"/>
    <w:rsid w:val="005928C1"/>
    <w:rsid w:val="00620720"/>
    <w:rsid w:val="0066511A"/>
    <w:rsid w:val="006A34D8"/>
    <w:rsid w:val="006C28FC"/>
    <w:rsid w:val="006C59E6"/>
    <w:rsid w:val="00715354"/>
    <w:rsid w:val="00755623"/>
    <w:rsid w:val="007574A0"/>
    <w:rsid w:val="00772ADA"/>
    <w:rsid w:val="007C4D94"/>
    <w:rsid w:val="00816AED"/>
    <w:rsid w:val="00823BA5"/>
    <w:rsid w:val="008369C5"/>
    <w:rsid w:val="008A4237"/>
    <w:rsid w:val="008D47B1"/>
    <w:rsid w:val="008F7C54"/>
    <w:rsid w:val="00945F9D"/>
    <w:rsid w:val="009A35B2"/>
    <w:rsid w:val="009A485B"/>
    <w:rsid w:val="009B1470"/>
    <w:rsid w:val="009D348B"/>
    <w:rsid w:val="009F59F0"/>
    <w:rsid w:val="00A61318"/>
    <w:rsid w:val="00A85401"/>
    <w:rsid w:val="00AA1D2A"/>
    <w:rsid w:val="00AB192D"/>
    <w:rsid w:val="00B72DC4"/>
    <w:rsid w:val="00BC2754"/>
    <w:rsid w:val="00BE5B97"/>
    <w:rsid w:val="00BF69CA"/>
    <w:rsid w:val="00C261A1"/>
    <w:rsid w:val="00C532DE"/>
    <w:rsid w:val="00C94056"/>
    <w:rsid w:val="00CC6EE1"/>
    <w:rsid w:val="00CD398F"/>
    <w:rsid w:val="00D37AAC"/>
    <w:rsid w:val="00D45FE1"/>
    <w:rsid w:val="00D846BE"/>
    <w:rsid w:val="00D84ED4"/>
    <w:rsid w:val="00D918E3"/>
    <w:rsid w:val="00DB3387"/>
    <w:rsid w:val="00E03ED7"/>
    <w:rsid w:val="00E7323B"/>
    <w:rsid w:val="00EE0289"/>
    <w:rsid w:val="00F9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28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34D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A34D8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6A34D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A34D8"/>
    <w:rPr>
      <w:rFonts w:cs="Times New Roman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6A3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A34D8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129</Words>
  <Characters>777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jzielinska</cp:lastModifiedBy>
  <cp:revision>21</cp:revision>
  <cp:lastPrinted>2023-02-13T07:23:00Z</cp:lastPrinted>
  <dcterms:created xsi:type="dcterms:W3CDTF">2023-02-09T09:13:00Z</dcterms:created>
  <dcterms:modified xsi:type="dcterms:W3CDTF">2025-12-03T11:40:00Z</dcterms:modified>
</cp:coreProperties>
</file>